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532097">
        <w:rPr>
          <w:rFonts w:ascii="Arial" w:hAnsi="Arial" w:cs="Arial"/>
          <w:b/>
          <w:color w:val="76923C" w:themeColor="accent3" w:themeShade="BF"/>
          <w:sz w:val="28"/>
          <w:szCs w:val="28"/>
        </w:rPr>
        <w:t>S</w:t>
      </w:r>
      <w:r w:rsidR="00A92173">
        <w:rPr>
          <w:rFonts w:ascii="Arial" w:hAnsi="Arial" w:cs="Arial"/>
          <w:b/>
          <w:color w:val="76923C" w:themeColor="accent3" w:themeShade="BF"/>
          <w:sz w:val="28"/>
          <w:szCs w:val="28"/>
        </w:rPr>
        <w:t>AIS-TU QUE?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532097">
        <w:rPr>
          <w:rFonts w:ascii="Arial" w:hAnsi="Arial" w:cs="Arial"/>
        </w:rPr>
        <w:t xml:space="preserve"> </w:t>
      </w:r>
      <w:r w:rsidR="00532097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837771" w:rsidRDefault="00532097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"mots en arabe"</w:t>
      </w:r>
    </w:p>
    <w:p w:rsidR="00532097" w:rsidRDefault="00532097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"mots en français"</w:t>
      </w:r>
    </w:p>
    <w:p w:rsidR="00532097" w:rsidRDefault="00532097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Table</w:t>
      </w:r>
    </w:p>
    <w:p w:rsidR="00532097" w:rsidRDefault="00532097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Chaises</w:t>
      </w: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A92173" w:rsidRDefault="00B466C4" w:rsidP="00A92173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but du jeu est de déduire la signification de </w:t>
      </w:r>
      <w:r w:rsidR="00532097">
        <w:rPr>
          <w:rFonts w:ascii="Arial" w:hAnsi="Arial" w:cs="Arial"/>
          <w:b/>
        </w:rPr>
        <w:t xml:space="preserve">quelques mots </w:t>
      </w:r>
      <w:r>
        <w:rPr>
          <w:rFonts w:ascii="Arial" w:hAnsi="Arial" w:cs="Arial"/>
          <w:b/>
        </w:rPr>
        <w:t xml:space="preserve">qui se retrouvent quasi à l'identique </w:t>
      </w:r>
      <w:r w:rsidR="00532097">
        <w:rPr>
          <w:rFonts w:ascii="Arial" w:hAnsi="Arial" w:cs="Arial"/>
          <w:b/>
        </w:rPr>
        <w:t xml:space="preserve">dans les deux langues. 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532097" w:rsidRDefault="000E4464" w:rsidP="000E4464">
      <w:pPr>
        <w:pStyle w:val="Paragraphedeliste"/>
        <w:rPr>
          <w:rFonts w:ascii="Arial" w:hAnsi="Arial" w:cs="Arial"/>
          <w:b/>
          <w:color w:val="000000" w:themeColor="text1"/>
        </w:rPr>
      </w:pPr>
    </w:p>
    <w:p w:rsidR="00532097" w:rsidRDefault="00532097" w:rsidP="00A9217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Distribuer à chaque élève le PDF "mots en arabe" et le PDF "mots en français".</w:t>
      </w:r>
    </w:p>
    <w:p w:rsidR="00532097" w:rsidRDefault="00532097" w:rsidP="00A92173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532097" w:rsidRPr="00532097" w:rsidRDefault="00B466C4" w:rsidP="00A9217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Laisser les élèves reconnaître et assembler par paire</w:t>
      </w:r>
      <w:r w:rsidR="00532097">
        <w:rPr>
          <w:rFonts w:ascii="Arial" w:hAnsi="Arial" w:cs="Arial"/>
          <w:b/>
          <w:color w:val="000000" w:themeColor="text1"/>
        </w:rPr>
        <w:t xml:space="preserve"> les mots similaires </w:t>
      </w:r>
      <w:r>
        <w:rPr>
          <w:rFonts w:ascii="Arial" w:hAnsi="Arial" w:cs="Arial"/>
          <w:b/>
          <w:color w:val="000000" w:themeColor="text1"/>
        </w:rPr>
        <w:t xml:space="preserve">dans </w:t>
      </w:r>
      <w:bookmarkStart w:id="0" w:name="_GoBack"/>
      <w:bookmarkEnd w:id="0"/>
      <w:r w:rsidR="00532097">
        <w:rPr>
          <w:rFonts w:ascii="Arial" w:hAnsi="Arial" w:cs="Arial"/>
          <w:b/>
          <w:color w:val="000000" w:themeColor="text1"/>
        </w:rPr>
        <w:t xml:space="preserve"> les deux langues.</w:t>
      </w:r>
    </w:p>
    <w:sectPr w:rsidR="00532097" w:rsidRPr="005320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F707B"/>
    <w:rsid w:val="004163C9"/>
    <w:rsid w:val="004A3EDD"/>
    <w:rsid w:val="004B3F3D"/>
    <w:rsid w:val="00507F03"/>
    <w:rsid w:val="00532097"/>
    <w:rsid w:val="00687DE3"/>
    <w:rsid w:val="007D5C21"/>
    <w:rsid w:val="00837771"/>
    <w:rsid w:val="009802EC"/>
    <w:rsid w:val="00A92173"/>
    <w:rsid w:val="00B431DF"/>
    <w:rsid w:val="00B466C4"/>
    <w:rsid w:val="00C113DD"/>
    <w:rsid w:val="00C45E62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36A9841B.dotm</Template>
  <TotalTime>2</TotalTime>
  <Pages>1</Pages>
  <Words>72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2019-07-25T15:07:00Z</dcterms:created>
  <dcterms:modified xsi:type="dcterms:W3CDTF">2019-07-26T10:03:00Z</dcterms:modified>
</cp:coreProperties>
</file>